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1EB0C" w14:textId="77777777"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A51EFDB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 xml:space="preserve">Een op onderdruk gebaseerd hemelwaterafvoersysteem met hoge vullingsgraad dat bestaat uit buizen en fittingen in polyethyleen, systeemeigen afvoertrechters en toebehoren. </w:t>
      </w:r>
    </w:p>
    <w:p w14:paraId="672A6659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ab/>
      </w:r>
    </w:p>
    <w:p w14:paraId="16D928C4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>De plaatsing geschiedt aan de hand van een berekeningsnota met vullingsgraad en een schema van de afvoerleidingen, beide gemaakt door de fabrikant.</w:t>
      </w:r>
    </w:p>
    <w:p w14:paraId="0A37501D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</w:p>
    <w:p w14:paraId="3C04E330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>Bij elke afvoertrechter dienen maatregelen getroffen te worden om mechanische belasting op de verbinding tussen afvoertrechter en dakhuid te vermijden.</w:t>
      </w:r>
    </w:p>
    <w:p w14:paraId="5DAB6C7B" w14:textId="77777777" w:rsidR="00902F49" w:rsidRPr="00902F49" w:rsidRDefault="00902F49" w:rsidP="00902F49">
      <w:pPr>
        <w:pStyle w:val="Bulleted1"/>
        <w:numPr>
          <w:ilvl w:val="0"/>
          <w:numId w:val="0"/>
        </w:numPr>
        <w:ind w:left="397"/>
        <w:rPr>
          <w:lang w:val="nl-BE"/>
        </w:rPr>
      </w:pPr>
    </w:p>
    <w:p w14:paraId="0C3C7959" w14:textId="77777777" w:rsidR="008A5169" w:rsidRDefault="00902F49" w:rsidP="00902F49">
      <w:pPr>
        <w:pStyle w:val="Bulleted1"/>
        <w:numPr>
          <w:ilvl w:val="0"/>
          <w:numId w:val="0"/>
        </w:numPr>
      </w:pPr>
      <w:r w:rsidRPr="00902F49">
        <w:rPr>
          <w:lang w:val="nl-BE"/>
        </w:rPr>
        <w:t>De buizen, fittingen en afvoertrechters moeten van hetzelfde merk zijn</w:t>
      </w:r>
      <w:r w:rsidR="00444B9B">
        <w:t>.</w:t>
      </w:r>
    </w:p>
    <w:p w14:paraId="4A702C6A" w14:textId="77777777"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</w:t>
      </w:r>
    </w:p>
    <w:p w14:paraId="4F92D2B5" w14:textId="77777777"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  <w:r w:rsidR="00902F49">
        <w:rPr>
          <w:rFonts w:ascii="Arial" w:hAnsi="Arial"/>
          <w:b/>
          <w:u w:val="none"/>
        </w:rPr>
        <w:t xml:space="preserve"> en fittingen</w:t>
      </w:r>
    </w:p>
    <w:p w14:paraId="0B9F244A" w14:textId="77777777" w:rsidR="00902F49" w:rsidRDefault="00902F49" w:rsidP="00902F49">
      <w:pPr>
        <w:pStyle w:val="Bulleted2"/>
        <w:numPr>
          <w:ilvl w:val="0"/>
          <w:numId w:val="0"/>
        </w:numPr>
      </w:pPr>
      <w:r>
        <w:t>Buizen en fittingen in polyethyleen met hoge dichtheid (PE</w:t>
      </w:r>
      <w:r w:rsidR="00E56891">
        <w:t>-HD</w:t>
      </w:r>
      <w:r>
        <w:t>) volgens NBN EN 1519 met BENOR certificaat.</w:t>
      </w:r>
    </w:p>
    <w:p w14:paraId="02EB378F" w14:textId="77777777" w:rsidR="00902F49" w:rsidRDefault="00902F49" w:rsidP="00902F49">
      <w:pPr>
        <w:pStyle w:val="Bulleted2"/>
        <w:numPr>
          <w:ilvl w:val="0"/>
          <w:numId w:val="0"/>
        </w:numPr>
        <w:ind w:left="720"/>
      </w:pPr>
    </w:p>
    <w:p w14:paraId="4FE46451" w14:textId="77777777" w:rsidR="00A04040" w:rsidRPr="00727867" w:rsidRDefault="00902F49" w:rsidP="00A04040">
      <w:pPr>
        <w:pStyle w:val="Bulleted2"/>
        <w:numPr>
          <w:ilvl w:val="0"/>
          <w:numId w:val="0"/>
        </w:numPr>
        <w:rPr>
          <w:i/>
          <w:iCs/>
        </w:rPr>
      </w:pPr>
      <w:r w:rsidRPr="00902F49">
        <w:rPr>
          <w:i/>
          <w:iCs/>
        </w:rPr>
        <w:t>zie lastenboekbeschrijving Geberit PE</w:t>
      </w:r>
      <w:r w:rsidR="00E56891">
        <w:rPr>
          <w:i/>
          <w:iCs/>
        </w:rPr>
        <w:t>-HD</w:t>
      </w:r>
    </w:p>
    <w:p w14:paraId="1DC8B97D" w14:textId="77777777" w:rsidR="008A5169" w:rsidRPr="00D06139" w:rsidRDefault="00902F4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Afvoertrechters</w:t>
      </w:r>
    </w:p>
    <w:p w14:paraId="3593A32E" w14:textId="77777777" w:rsidR="00685B7E" w:rsidRDefault="00902F49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Voor bitumineuze dakhuiden</w:t>
      </w:r>
    </w:p>
    <w:p w14:paraId="5DCA123D" w14:textId="77777777" w:rsidR="00F0523A" w:rsidRDefault="008D0447" w:rsidP="00F0523A">
      <w:pPr>
        <w:pStyle w:val="Bulleted2"/>
        <w:numPr>
          <w:ilvl w:val="0"/>
          <w:numId w:val="0"/>
        </w:numPr>
      </w:pPr>
      <w:r w:rsidRPr="008D0447">
        <w:rPr>
          <w:lang w:val="nl-BE"/>
        </w:rPr>
        <w:t xml:space="preserve">De </w:t>
      </w:r>
      <w:r w:rsidR="00086920">
        <w:rPr>
          <w:lang w:val="nl-BE"/>
        </w:rPr>
        <w:t xml:space="preserve">verticale </w:t>
      </w:r>
      <w:r w:rsidRPr="008D0447">
        <w:rPr>
          <w:lang w:val="nl-BE"/>
        </w:rPr>
        <w:t>afvoertrechter</w:t>
      </w:r>
      <w:r w:rsidR="00086920">
        <w:rPr>
          <w:lang w:val="nl-BE"/>
        </w:rPr>
        <w:t xml:space="preserve">s </w:t>
      </w:r>
      <w:r w:rsidRPr="008D0447">
        <w:rPr>
          <w:lang w:val="nl-BE"/>
        </w:rPr>
        <w:t>bestaa</w:t>
      </w:r>
      <w:r w:rsidR="00086920">
        <w:rPr>
          <w:lang w:val="nl-BE"/>
        </w:rPr>
        <w:t xml:space="preserve">n </w:t>
      </w:r>
      <w:r w:rsidRPr="008D0447">
        <w:rPr>
          <w:lang w:val="nl-BE"/>
        </w:rPr>
        <w:t>uit een basislichaam in roestvrij staal (1.4301) met geïntegreerde bevestigings-/dichtingsplaat, een aansluitbuis in PE</w:t>
      </w:r>
      <w:r w:rsidR="00E56891">
        <w:rPr>
          <w:lang w:val="nl-BE"/>
        </w:rPr>
        <w:t>-HD</w:t>
      </w:r>
      <w:r w:rsidRPr="008D0447">
        <w:rPr>
          <w:lang w:val="nl-BE"/>
        </w:rPr>
        <w:t xml:space="preserve"> met diameter 56 mm</w:t>
      </w:r>
      <w:r>
        <w:rPr>
          <w:lang w:val="nl-BE"/>
        </w:rPr>
        <w:t xml:space="preserve"> of 90 mm (afhankelijk van de dakoppervlakte)</w:t>
      </w:r>
      <w:r w:rsidRPr="008D0447">
        <w:rPr>
          <w:lang w:val="nl-BE"/>
        </w:rPr>
        <w:t>, een deksel/bladvanger, in polypropyleen (PP), met diameter 26 cm en uitgerust met een draaivergrendeling, en een isolatie-element. Deze trechter</w:t>
      </w:r>
      <w:r w:rsidR="00086920">
        <w:rPr>
          <w:lang w:val="nl-BE"/>
        </w:rPr>
        <w:t>s</w:t>
      </w:r>
      <w:r w:rsidRPr="008D0447">
        <w:rPr>
          <w:lang w:val="nl-BE"/>
        </w:rPr>
        <w:t xml:space="preserve"> k</w:t>
      </w:r>
      <w:r w:rsidR="00086920">
        <w:rPr>
          <w:lang w:val="nl-BE"/>
        </w:rPr>
        <w:t>unne</w:t>
      </w:r>
      <w:r w:rsidRPr="008D0447">
        <w:rPr>
          <w:lang w:val="nl-BE"/>
        </w:rPr>
        <w:t xml:space="preserve">n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 w:rsidR="008B6BB6">
        <w:t>.</w:t>
      </w:r>
    </w:p>
    <w:p w14:paraId="6A05A809" w14:textId="77777777" w:rsidR="00086920" w:rsidRDefault="00086920" w:rsidP="00F0523A">
      <w:pPr>
        <w:pStyle w:val="Bulleted2"/>
        <w:numPr>
          <w:ilvl w:val="0"/>
          <w:numId w:val="0"/>
        </w:numPr>
      </w:pPr>
    </w:p>
    <w:p w14:paraId="7709475C" w14:textId="77777777" w:rsidR="00086920" w:rsidRDefault="00086920" w:rsidP="00F0523A">
      <w:pPr>
        <w:pStyle w:val="Bulleted2"/>
        <w:numPr>
          <w:ilvl w:val="0"/>
          <w:numId w:val="0"/>
        </w:numPr>
      </w:pPr>
      <w:r>
        <w:t xml:space="preserve">De horizontale afvoertrechters </w:t>
      </w:r>
      <w:r w:rsidRPr="008D0447">
        <w:rPr>
          <w:lang w:val="nl-BE"/>
        </w:rPr>
        <w:t>bestaa</w:t>
      </w:r>
      <w:r>
        <w:rPr>
          <w:lang w:val="nl-BE"/>
        </w:rPr>
        <w:t xml:space="preserve">n </w:t>
      </w:r>
      <w:r w:rsidRPr="008D0447">
        <w:rPr>
          <w:lang w:val="nl-BE"/>
        </w:rPr>
        <w:t xml:space="preserve">uit een basislichaam </w:t>
      </w:r>
      <w:r>
        <w:rPr>
          <w:lang w:val="nl-BE"/>
        </w:rPr>
        <w:t xml:space="preserve">uit </w:t>
      </w:r>
      <w:r w:rsidR="000B7E65">
        <w:rPr>
          <w:lang w:val="nl-BE"/>
        </w:rPr>
        <w:t>PE</w:t>
      </w:r>
      <w:r w:rsidR="00E56891">
        <w:rPr>
          <w:lang w:val="nl-BE"/>
        </w:rPr>
        <w:t>-HD</w:t>
      </w:r>
      <w:r>
        <w:rPr>
          <w:lang w:val="nl-BE"/>
        </w:rPr>
        <w:t>, een</w:t>
      </w:r>
      <w:r w:rsidRPr="008D0447">
        <w:rPr>
          <w:lang w:val="nl-BE"/>
        </w:rPr>
        <w:t xml:space="preserve"> </w:t>
      </w:r>
      <w:r w:rsidR="000B7E65">
        <w:rPr>
          <w:lang w:val="nl-BE"/>
        </w:rPr>
        <w:t xml:space="preserve">aparte </w:t>
      </w:r>
      <w:r w:rsidRPr="008D0447">
        <w:rPr>
          <w:lang w:val="nl-BE"/>
        </w:rPr>
        <w:t>bevestigings-</w:t>
      </w:r>
      <w:r>
        <w:rPr>
          <w:lang w:val="nl-BE"/>
        </w:rPr>
        <w:t>/</w:t>
      </w:r>
      <w:r w:rsidRPr="008D0447">
        <w:rPr>
          <w:lang w:val="nl-BE"/>
        </w:rPr>
        <w:t>dichtingsplaat</w:t>
      </w:r>
      <w:r>
        <w:rPr>
          <w:lang w:val="nl-BE"/>
        </w:rPr>
        <w:t xml:space="preserve"> uit </w:t>
      </w:r>
      <w:r w:rsidRPr="008D0447">
        <w:rPr>
          <w:lang w:val="nl-BE"/>
        </w:rPr>
        <w:t xml:space="preserve">roestvrij staal (1.4301), </w:t>
      </w:r>
      <w:r w:rsidR="000B7E65">
        <w:rPr>
          <w:lang w:val="nl-BE"/>
        </w:rPr>
        <w:t xml:space="preserve">een inlooplichaam uit ASA, </w:t>
      </w:r>
      <w:r w:rsidRPr="008D0447">
        <w:rPr>
          <w:lang w:val="nl-BE"/>
        </w:rPr>
        <w:t>een aansluitbuis in PE</w:t>
      </w:r>
      <w:r w:rsidR="00E56891">
        <w:rPr>
          <w:lang w:val="nl-BE"/>
        </w:rPr>
        <w:t>-HD</w:t>
      </w:r>
      <w:r w:rsidRPr="008D0447">
        <w:rPr>
          <w:lang w:val="nl-BE"/>
        </w:rPr>
        <w:t xml:space="preserve"> met diameter 56 mm, een deksel/bladvanger, in polypropyleen (PP), met diameter 26 cm en uitgerust met een draaivergrendeling, en een isolatie-element. Deze trechter</w:t>
      </w:r>
      <w:r>
        <w:rPr>
          <w:lang w:val="nl-BE"/>
        </w:rPr>
        <w:t>s</w:t>
      </w:r>
      <w:r w:rsidRPr="008D0447">
        <w:rPr>
          <w:lang w:val="nl-BE"/>
        </w:rPr>
        <w:t xml:space="preserve"> k</w:t>
      </w:r>
      <w:r>
        <w:rPr>
          <w:lang w:val="nl-BE"/>
        </w:rPr>
        <w:t>unne</w:t>
      </w:r>
      <w:r w:rsidRPr="008D0447">
        <w:rPr>
          <w:lang w:val="nl-BE"/>
        </w:rPr>
        <w:t xml:space="preserve">n optioneel uitgerust worden met een </w:t>
      </w:r>
      <w:r>
        <w:rPr>
          <w:lang w:val="nl-BE"/>
        </w:rPr>
        <w:t>verwarmingselement (56 mm)</w:t>
      </w:r>
      <w:r>
        <w:t>.</w:t>
      </w:r>
    </w:p>
    <w:p w14:paraId="010451B9" w14:textId="77777777" w:rsidR="00F0523A" w:rsidRDefault="008D0447" w:rsidP="00F0523A">
      <w:pPr>
        <w:pStyle w:val="Bulleted2"/>
        <w:numPr>
          <w:ilvl w:val="2"/>
          <w:numId w:val="18"/>
        </w:numPr>
        <w:spacing w:before="240" w:after="240"/>
      </w:pPr>
      <w:r>
        <w:t>Voor dakhuiden in kunststof</w:t>
      </w:r>
    </w:p>
    <w:p w14:paraId="667AE2AD" w14:textId="77777777" w:rsidR="008D0447" w:rsidRDefault="008D0447" w:rsidP="008D0447">
      <w:pPr>
        <w:pStyle w:val="Bulleted2"/>
        <w:numPr>
          <w:ilvl w:val="0"/>
          <w:numId w:val="0"/>
        </w:numPr>
      </w:pPr>
      <w:r>
        <w:t>De afvoertrechter</w:t>
      </w:r>
      <w:r w:rsidR="00086920">
        <w:t xml:space="preserve">s </w:t>
      </w:r>
      <w:r>
        <w:t>bestaa</w:t>
      </w:r>
      <w:r w:rsidR="00086920">
        <w:t xml:space="preserve">n </w:t>
      </w:r>
      <w:r>
        <w:t>uit een basislichaam in roestvrij staal (1.4301), een EPDM dichting zonder weekmakers, een klemflens in roestvrij staal, een aansluitbuis in PE</w:t>
      </w:r>
      <w:r w:rsidR="00E56891">
        <w:t>-HD</w:t>
      </w:r>
      <w:r>
        <w:t xml:space="preserve"> met </w:t>
      </w:r>
      <w:r w:rsidRPr="008D0447">
        <w:rPr>
          <w:lang w:val="nl-BE"/>
        </w:rPr>
        <w:t>diameter 56 mm</w:t>
      </w:r>
      <w:r>
        <w:rPr>
          <w:lang w:val="nl-BE"/>
        </w:rPr>
        <w:t xml:space="preserve"> of 90 mm (afhankelijk van de dakoppervlakte)</w:t>
      </w:r>
      <w:r>
        <w:t xml:space="preserve">, een deksel/bladvanger, in polypropyleen (PP), met diameter 26 cm en uitgerust met een </w:t>
      </w:r>
      <w:r>
        <w:lastRenderedPageBreak/>
        <w:t>draaivergrendeling, en een isolatie-element. Deze trechter</w:t>
      </w:r>
      <w:r w:rsidR="00086920">
        <w:t>s</w:t>
      </w:r>
      <w:r>
        <w:t xml:space="preserve"> k</w:t>
      </w:r>
      <w:r w:rsidR="00086920">
        <w:t>unnen</w:t>
      </w:r>
      <w:r>
        <w:t xml:space="preserve">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>
        <w:t>.</w:t>
      </w:r>
    </w:p>
    <w:p w14:paraId="5A39BBE3" w14:textId="77777777" w:rsidR="008D0447" w:rsidRDefault="008D0447" w:rsidP="008D0447">
      <w:pPr>
        <w:pStyle w:val="Bulleted2"/>
        <w:numPr>
          <w:ilvl w:val="0"/>
          <w:numId w:val="0"/>
        </w:numPr>
        <w:ind w:left="720"/>
      </w:pPr>
      <w:r>
        <w:tab/>
      </w:r>
    </w:p>
    <w:p w14:paraId="0D1174F8" w14:textId="77777777" w:rsidR="00F0523A" w:rsidRDefault="008D0447" w:rsidP="008D0447">
      <w:pPr>
        <w:pStyle w:val="Bulleted2"/>
        <w:numPr>
          <w:ilvl w:val="0"/>
          <w:numId w:val="0"/>
        </w:numPr>
      </w:pPr>
      <w:r>
        <w:t>De klemflensverbinding is geschikt voor dakhuiden in kunststof zonder vilten of bitumen onderlaag en met een max. dikte van 4 mm</w:t>
      </w:r>
      <w:r w:rsidR="00F0523A">
        <w:t>.</w:t>
      </w:r>
    </w:p>
    <w:p w14:paraId="41C8F396" w14:textId="77777777" w:rsidR="00F0523A" w:rsidRDefault="00F0523A" w:rsidP="00F0523A">
      <w:pPr>
        <w:pStyle w:val="Bulleted2"/>
        <w:numPr>
          <w:ilvl w:val="0"/>
          <w:numId w:val="0"/>
        </w:numPr>
        <w:ind w:left="720"/>
      </w:pPr>
    </w:p>
    <w:p w14:paraId="20E1C782" w14:textId="77777777" w:rsidR="00F0523A" w:rsidRDefault="008D0447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Voor dakgoten</w:t>
      </w:r>
    </w:p>
    <w:p w14:paraId="26263348" w14:textId="77777777" w:rsidR="00727867" w:rsidRDefault="00727867" w:rsidP="00727867">
      <w:pPr>
        <w:pStyle w:val="Bulleted2"/>
        <w:numPr>
          <w:ilvl w:val="0"/>
          <w:numId w:val="0"/>
        </w:numPr>
      </w:pPr>
      <w:r>
        <w:t>De afvoertrechter bestaat uit een basislichaam in roestvrij staal (1.4301), een EPDM dichting zonder weekmakers, een klemflens in roestvrij staal, een aansluitbuis in PE</w:t>
      </w:r>
      <w:r w:rsidR="00E56891">
        <w:t>-HD</w:t>
      </w:r>
      <w:r>
        <w:t xml:space="preserve"> met </w:t>
      </w:r>
      <w:r w:rsidRPr="008D0447">
        <w:rPr>
          <w:lang w:val="nl-BE"/>
        </w:rPr>
        <w:t>diameter 56 mm</w:t>
      </w:r>
      <w:r>
        <w:rPr>
          <w:lang w:val="nl-BE"/>
        </w:rPr>
        <w:t xml:space="preserve"> of 90 mm (afhankelijk van de dakoppervlakte)</w:t>
      </w:r>
      <w:r>
        <w:t xml:space="preserve">, een deksel/bladvanger, in polypropyleen (PP), met diameter 26 cm en uitgerust met een draaivergrendeling. Deze trechter kan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>
        <w:t>.</w:t>
      </w:r>
    </w:p>
    <w:p w14:paraId="72A3D3EC" w14:textId="77777777" w:rsidR="00727867" w:rsidRDefault="00727867" w:rsidP="00727867">
      <w:pPr>
        <w:pStyle w:val="Bulleted2"/>
        <w:numPr>
          <w:ilvl w:val="0"/>
          <w:numId w:val="0"/>
        </w:numPr>
        <w:ind w:left="720"/>
      </w:pPr>
    </w:p>
    <w:p w14:paraId="4A6E91AB" w14:textId="77777777" w:rsidR="00727867" w:rsidRPr="00FD410F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>
        <w:t>De klemflensverbinding is geschikt voor dakgoten in metaal, met een minimale breedte van 30 cm en met een max. dikte van 4 mm</w:t>
      </w:r>
      <w:r w:rsidR="00FD410F">
        <w:rPr>
          <w:lang w:val="nl-BE"/>
        </w:rPr>
        <w:t>.</w:t>
      </w:r>
    </w:p>
    <w:p w14:paraId="00B6F0F9" w14:textId="77777777" w:rsidR="00FD410F" w:rsidRPr="00D06139" w:rsidRDefault="00727867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4EBF373" w14:textId="4DBF8D1C" w:rsidR="00727867" w:rsidRDefault="00727867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Verwa</w:t>
      </w:r>
      <w:r w:rsidR="4A88ACEB">
        <w:t>r</w:t>
      </w:r>
      <w:r>
        <w:t>mingselementen en -linten</w:t>
      </w:r>
    </w:p>
    <w:p w14:paraId="4A4C8087" w14:textId="77777777" w:rsidR="00727867" w:rsidRDefault="00727867" w:rsidP="00A97B53">
      <w:pPr>
        <w:pStyle w:val="Bulleted2"/>
        <w:numPr>
          <w:ilvl w:val="0"/>
          <w:numId w:val="0"/>
        </w:numPr>
        <w:rPr>
          <w:rFonts w:ascii="Helvetica 65 Medium" w:hAnsi="Helvetica 65 Medium"/>
          <w:sz w:val="20"/>
          <w:lang w:val="nl-BE" w:eastAsia="en-US"/>
        </w:rPr>
      </w:pPr>
      <w:r w:rsidRPr="00727867">
        <w:rPr>
          <w:lang w:val="nl-BE"/>
        </w:rPr>
        <w:t>Het verwarmingselement is zelfregelend en heeft een vermogen van 8W (230 V AC). Het verwarmings</w:t>
      </w:r>
      <w:r>
        <w:rPr>
          <w:lang w:val="nl-BE"/>
        </w:rPr>
        <w:t>element</w:t>
      </w:r>
      <w:r w:rsidRPr="00727867">
        <w:rPr>
          <w:lang w:val="nl-BE"/>
        </w:rPr>
        <w:t xml:space="preserve"> wordt rond de aansluitbuis van de afvoertrechter geplaatst.  Het verwarmingselement wordt gebruikt in combinatie met de afvoertrechters diameter 56 mm</w:t>
      </w:r>
      <w:r w:rsidR="00A97B53" w:rsidRPr="00A97B53">
        <w:rPr>
          <w:lang w:val="nl-BE"/>
        </w:rPr>
        <w:t>.</w:t>
      </w:r>
      <w:r w:rsidRPr="00727867">
        <w:rPr>
          <w:rFonts w:ascii="Helvetica 65 Medium" w:hAnsi="Helvetica 65 Medium"/>
          <w:sz w:val="20"/>
          <w:lang w:val="nl-BE" w:eastAsia="en-US"/>
        </w:rPr>
        <w:t xml:space="preserve"> </w:t>
      </w:r>
    </w:p>
    <w:p w14:paraId="0D0B940D" w14:textId="77777777" w:rsidR="00727867" w:rsidRDefault="00727867" w:rsidP="00A97B53">
      <w:pPr>
        <w:pStyle w:val="Bulleted2"/>
        <w:numPr>
          <w:ilvl w:val="0"/>
          <w:numId w:val="0"/>
        </w:numPr>
        <w:rPr>
          <w:rFonts w:ascii="Helvetica 65 Medium" w:hAnsi="Helvetica 65 Medium"/>
          <w:sz w:val="20"/>
          <w:lang w:val="nl-BE" w:eastAsia="en-US"/>
        </w:rPr>
      </w:pPr>
    </w:p>
    <w:p w14:paraId="5F998197" w14:textId="77777777" w:rsidR="00727867" w:rsidRDefault="00727867" w:rsidP="00A97B53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 xml:space="preserve">Het verwarmingslint is zelfregelend en heeft een vermogen van 11,2W (230 V AC). Het verwarmingslint wordt in spiraalvorm rond de aansluitbuis van de afvoertrechter gewikkeld en vastgekleefd m.b.v. geschikte tape. </w:t>
      </w:r>
    </w:p>
    <w:p w14:paraId="7C0F3AFC" w14:textId="77777777" w:rsidR="00727867" w:rsidRDefault="00727867" w:rsidP="00A97B53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>Het verwarmingslint wordt gebruikt in combinatie met de afvoertrechters diameter 90 mm</w:t>
      </w:r>
      <w:r>
        <w:rPr>
          <w:lang w:val="nl-BE"/>
        </w:rPr>
        <w:t>.</w:t>
      </w:r>
    </w:p>
    <w:p w14:paraId="44B4B64D" w14:textId="77777777" w:rsidR="00727867" w:rsidRDefault="00727867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Dampschermaansluitingen</w:t>
      </w:r>
    </w:p>
    <w:p w14:paraId="1CBBD9DC" w14:textId="77777777" w:rsidR="00727867" w:rsidRPr="00727867" w:rsidRDefault="00197A84" w:rsidP="0072786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>De</w:t>
      </w:r>
      <w:r w:rsidR="00727867" w:rsidRPr="00727867">
        <w:rPr>
          <w:lang w:val="nl-BE"/>
        </w:rPr>
        <w:t xml:space="preserve"> aansluitelement</w:t>
      </w:r>
      <w:r>
        <w:rPr>
          <w:lang w:val="nl-BE"/>
        </w:rPr>
        <w:t>en</w:t>
      </w:r>
      <w:r w:rsidR="00727867" w:rsidRPr="00727867">
        <w:rPr>
          <w:lang w:val="nl-BE"/>
        </w:rPr>
        <w:t xml:space="preserve"> voor dampscherm</w:t>
      </w:r>
      <w:r>
        <w:rPr>
          <w:lang w:val="nl-BE"/>
        </w:rPr>
        <w:t>en</w:t>
      </w:r>
      <w:r w:rsidR="00727867" w:rsidRPr="00727867">
        <w:rPr>
          <w:lang w:val="nl-BE"/>
        </w:rPr>
        <w:t xml:space="preserve"> bestaa</w:t>
      </w:r>
      <w:r>
        <w:rPr>
          <w:lang w:val="nl-BE"/>
        </w:rPr>
        <w:t>n</w:t>
      </w:r>
      <w:r w:rsidR="00727867" w:rsidRPr="00727867">
        <w:rPr>
          <w:lang w:val="nl-BE"/>
        </w:rPr>
        <w:t xml:space="preserve"> uit een basislichaam uit roestvrij staal (1.4301) met geïntegreerde bevestigings-/dichtingsplaat en grijpring, een aansluitbuis in PE</w:t>
      </w:r>
      <w:r w:rsidR="00E56891">
        <w:rPr>
          <w:lang w:val="nl-BE"/>
        </w:rPr>
        <w:t>-HD</w:t>
      </w:r>
      <w:r w:rsidR="00727867" w:rsidRPr="00727867">
        <w:rPr>
          <w:lang w:val="nl-BE"/>
        </w:rPr>
        <w:t xml:space="preserve"> met </w:t>
      </w:r>
      <w:r w:rsidR="00727867" w:rsidRPr="008D0447">
        <w:rPr>
          <w:lang w:val="nl-BE"/>
        </w:rPr>
        <w:t>diameter 56 mm</w:t>
      </w:r>
      <w:r w:rsidR="00727867">
        <w:rPr>
          <w:lang w:val="nl-BE"/>
        </w:rPr>
        <w:t xml:space="preserve"> of 90 mm (afhankelijk van de bovenliggende afvoertrechter)</w:t>
      </w:r>
      <w:r w:rsidR="00727867" w:rsidRPr="00727867">
        <w:rPr>
          <w:lang w:val="nl-BE"/>
        </w:rPr>
        <w:t>, en een isolatie-element.</w:t>
      </w:r>
    </w:p>
    <w:p w14:paraId="0E27B00A" w14:textId="77777777" w:rsidR="00727867" w:rsidRPr="00727867" w:rsidRDefault="00727867" w:rsidP="00727867">
      <w:pPr>
        <w:pStyle w:val="Bulleted2"/>
        <w:numPr>
          <w:ilvl w:val="0"/>
          <w:numId w:val="0"/>
        </w:numPr>
        <w:ind w:left="720"/>
        <w:rPr>
          <w:lang w:val="nl-BE"/>
        </w:rPr>
      </w:pPr>
    </w:p>
    <w:p w14:paraId="40AE3C43" w14:textId="77777777" w:rsidR="000B7E65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>De verbinding met het dampscherm wordt gemaakt door middel van de geïntegreerde dichtingsplaat. De aansluitbuis van de afvoertrechter wordt in het aansluitelement voor dampscherm geschoven en vastgeklemd door de grijpring.</w:t>
      </w:r>
    </w:p>
    <w:p w14:paraId="0383470A" w14:textId="77777777" w:rsidR="00727867" w:rsidRDefault="00086920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Inzetelement voor noodoverstort</w:t>
      </w:r>
    </w:p>
    <w:p w14:paraId="4A3FF507" w14:textId="77777777" w:rsidR="00727867" w:rsidRPr="00A97B53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 xml:space="preserve">De </w:t>
      </w:r>
      <w:r w:rsidR="007A0832">
        <w:rPr>
          <w:lang w:val="nl-BE"/>
        </w:rPr>
        <w:t>afvoertrechters van het Pluvia systeem voor noodafwatering zijn voorzien van een noodoverstort-</w:t>
      </w:r>
      <w:r w:rsidR="00086920">
        <w:rPr>
          <w:lang w:val="nl-BE"/>
        </w:rPr>
        <w:t>inzetelement</w:t>
      </w:r>
      <w:r w:rsidR="007A0832">
        <w:rPr>
          <w:lang w:val="nl-BE"/>
        </w:rPr>
        <w:t xml:space="preserve"> dat bij het type afvoertrechter past.</w:t>
      </w:r>
    </w:p>
    <w:p w14:paraId="370E81AA" w14:textId="77777777"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Plaatsing</w:t>
      </w:r>
    </w:p>
    <w:p w14:paraId="08708495" w14:textId="77777777"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14:paraId="60061E4C" w14:textId="77777777" w:rsidR="00FD410F" w:rsidRDefault="00FD410F" w:rsidP="00FD410F">
      <w:pPr>
        <w:pStyle w:val="Bulleted2"/>
        <w:numPr>
          <w:ilvl w:val="0"/>
          <w:numId w:val="0"/>
        </w:numPr>
      </w:pPr>
    </w:p>
    <w:p w14:paraId="661AD657" w14:textId="77777777" w:rsidR="00FD410F" w:rsidRPr="00FF20C8" w:rsidRDefault="00FD410F" w:rsidP="00FD410F">
      <w:pPr>
        <w:pStyle w:val="Bulleted2"/>
        <w:numPr>
          <w:ilvl w:val="0"/>
          <w:numId w:val="0"/>
        </w:numPr>
      </w:pPr>
      <w:r>
        <w:t xml:space="preserve">Buizen, fittingen en </w:t>
      </w:r>
      <w:r w:rsidR="000B7E65">
        <w:t>afvoertrechters</w:t>
      </w:r>
      <w:r>
        <w:t xml:space="preserve"> moeten van dezelfde fabrikant zijn</w:t>
      </w:r>
    </w:p>
    <w:p w14:paraId="51C78785" w14:textId="77777777"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Certificatie</w:t>
      </w:r>
    </w:p>
    <w:p w14:paraId="4F616920" w14:textId="77777777" w:rsidR="008A5169" w:rsidRPr="00FF20C8" w:rsidRDefault="00FD410F" w:rsidP="0069129C">
      <w:pPr>
        <w:pStyle w:val="Bulleted2"/>
        <w:numPr>
          <w:ilvl w:val="0"/>
          <w:numId w:val="0"/>
        </w:numPr>
      </w:pPr>
      <w:r w:rsidRPr="00FD410F">
        <w:t xml:space="preserve">Het systeem voldoet aan de eisen van de </w:t>
      </w:r>
      <w:proofErr w:type="spellStart"/>
      <w:r w:rsidRPr="00FD410F">
        <w:t>BUtgb</w:t>
      </w:r>
      <w:proofErr w:type="spellEnd"/>
      <w:r w:rsidRPr="00FD410F">
        <w:t xml:space="preserve"> en heeft een </w:t>
      </w:r>
      <w:r w:rsidR="000B7E65">
        <w:t xml:space="preserve">technische </w:t>
      </w:r>
      <w:r w:rsidRPr="00FD410F">
        <w:t>goedkeuring met certificaat (ATG).</w:t>
      </w:r>
    </w:p>
    <w:sectPr w:rsidR="008A5169" w:rsidRPr="00FF20C8" w:rsidSect="006912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AEC65" w14:textId="77777777" w:rsidR="00FF75AC" w:rsidRDefault="00FF75AC">
      <w:r>
        <w:separator/>
      </w:r>
    </w:p>
  </w:endnote>
  <w:endnote w:type="continuationSeparator" w:id="0">
    <w:p w14:paraId="37EC6776" w14:textId="77777777" w:rsidR="00FF75AC" w:rsidRDefault="00FF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652C" w14:textId="77777777" w:rsidR="00B04F31" w:rsidRDefault="00B04F3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2315FE4" w14:textId="77777777">
      <w:tc>
        <w:tcPr>
          <w:tcW w:w="3392" w:type="dxa"/>
        </w:tcPr>
        <w:p w14:paraId="22EBF7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E838D64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1744CE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2486C05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77777777" w:rsidR="00B04F31" w:rsidRDefault="00B04F3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8FDAD" w14:textId="77777777" w:rsidR="00FF75AC" w:rsidRDefault="00FF75AC">
      <w:r>
        <w:separator/>
      </w:r>
    </w:p>
  </w:footnote>
  <w:footnote w:type="continuationSeparator" w:id="0">
    <w:p w14:paraId="452EEBED" w14:textId="77777777" w:rsidR="00FF75AC" w:rsidRDefault="00FF7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B04F31" w:rsidRDefault="00B04F3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4F12A" w14:textId="7777777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902F49">
      <w:rPr>
        <w:rFonts w:ascii="Arial" w:hAnsi="Arial" w:cs="Arial"/>
        <w:b/>
      </w:rPr>
      <w:t>Pluvia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A849BAC" wp14:editId="0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B0818" w14:textId="77777777" w:rsidR="00B04F31" w:rsidRDefault="00B04F3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86616658">
    <w:abstractNumId w:val="18"/>
  </w:num>
  <w:num w:numId="2" w16cid:durableId="2063094108">
    <w:abstractNumId w:val="25"/>
  </w:num>
  <w:num w:numId="3" w16cid:durableId="1736780858">
    <w:abstractNumId w:val="4"/>
  </w:num>
  <w:num w:numId="4" w16cid:durableId="344866503">
    <w:abstractNumId w:val="3"/>
  </w:num>
  <w:num w:numId="5" w16cid:durableId="60759168">
    <w:abstractNumId w:val="14"/>
  </w:num>
  <w:num w:numId="6" w16cid:durableId="1685355217">
    <w:abstractNumId w:val="16"/>
  </w:num>
  <w:num w:numId="7" w16cid:durableId="2031298585">
    <w:abstractNumId w:val="6"/>
  </w:num>
  <w:num w:numId="8" w16cid:durableId="443883918">
    <w:abstractNumId w:val="22"/>
  </w:num>
  <w:num w:numId="9" w16cid:durableId="1217623846">
    <w:abstractNumId w:val="28"/>
  </w:num>
  <w:num w:numId="10" w16cid:durableId="1362320179">
    <w:abstractNumId w:val="2"/>
  </w:num>
  <w:num w:numId="11" w16cid:durableId="567961109">
    <w:abstractNumId w:val="13"/>
  </w:num>
  <w:num w:numId="12" w16cid:durableId="1695688169">
    <w:abstractNumId w:val="12"/>
  </w:num>
  <w:num w:numId="13" w16cid:durableId="11802941">
    <w:abstractNumId w:val="27"/>
  </w:num>
  <w:num w:numId="14" w16cid:durableId="89160451">
    <w:abstractNumId w:val="8"/>
  </w:num>
  <w:num w:numId="15" w16cid:durableId="672076705">
    <w:abstractNumId w:val="0"/>
  </w:num>
  <w:num w:numId="16" w16cid:durableId="732780971">
    <w:abstractNumId w:val="11"/>
  </w:num>
  <w:num w:numId="17" w16cid:durableId="1023750472">
    <w:abstractNumId w:val="5"/>
  </w:num>
  <w:num w:numId="18" w16cid:durableId="1015695525">
    <w:abstractNumId w:val="23"/>
  </w:num>
  <w:num w:numId="19" w16cid:durableId="1378747802">
    <w:abstractNumId w:val="24"/>
  </w:num>
  <w:num w:numId="20" w16cid:durableId="926234621">
    <w:abstractNumId w:val="20"/>
  </w:num>
  <w:num w:numId="21" w16cid:durableId="1211451980">
    <w:abstractNumId w:val="19"/>
  </w:num>
  <w:num w:numId="22" w16cid:durableId="1605764631">
    <w:abstractNumId w:val="15"/>
  </w:num>
  <w:num w:numId="23" w16cid:durableId="1047878822">
    <w:abstractNumId w:val="26"/>
  </w:num>
  <w:num w:numId="24" w16cid:durableId="383987407">
    <w:abstractNumId w:val="9"/>
  </w:num>
  <w:num w:numId="25" w16cid:durableId="664670556">
    <w:abstractNumId w:val="10"/>
  </w:num>
  <w:num w:numId="26" w16cid:durableId="219366953">
    <w:abstractNumId w:val="1"/>
  </w:num>
  <w:num w:numId="27" w16cid:durableId="1889150560">
    <w:abstractNumId w:val="17"/>
  </w:num>
  <w:num w:numId="28" w16cid:durableId="1002509275">
    <w:abstractNumId w:val="7"/>
  </w:num>
  <w:num w:numId="29" w16cid:durableId="15064343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20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B7E65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673"/>
    <w:rsid w:val="00186A4B"/>
    <w:rsid w:val="001879EF"/>
    <w:rsid w:val="00193583"/>
    <w:rsid w:val="00197A84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855"/>
    <w:rsid w:val="00366E6E"/>
    <w:rsid w:val="0037215B"/>
    <w:rsid w:val="00374FF7"/>
    <w:rsid w:val="003815A1"/>
    <w:rsid w:val="00382B1D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0DAB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136D3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27867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0832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76F3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D0447"/>
    <w:rsid w:val="008F0D14"/>
    <w:rsid w:val="008F348A"/>
    <w:rsid w:val="009022A5"/>
    <w:rsid w:val="0090283D"/>
    <w:rsid w:val="0090294B"/>
    <w:rsid w:val="00902F49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4181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04F31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891"/>
    <w:rsid w:val="00E56D4B"/>
    <w:rsid w:val="00E6157A"/>
    <w:rsid w:val="00E70EF3"/>
    <w:rsid w:val="00E750E2"/>
    <w:rsid w:val="00E76B0B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0FF75AC"/>
    <w:rsid w:val="38493F11"/>
    <w:rsid w:val="4A88A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5E5DC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915DD0-7D8A-485B-8A0F-D1DB2FE861B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82B4D63E-420B-4DD8-A2A8-FE7349AEC9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F617E3-662A-4457-B418-7AD52865B31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692</Words>
  <Characters>3808</Characters>
  <Application>Microsoft Office Word</Application>
  <DocSecurity>0</DocSecurity>
  <Lines>31</Lines>
  <Paragraphs>8</Paragraphs>
  <ScaleCrop>false</ScaleCrop>
  <Company>Geberit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Danny Geukens</cp:lastModifiedBy>
  <cp:revision>11</cp:revision>
  <cp:lastPrinted>2011-12-15T11:14:00Z</cp:lastPrinted>
  <dcterms:created xsi:type="dcterms:W3CDTF">2020-03-18T11:36:00Z</dcterms:created>
  <dcterms:modified xsi:type="dcterms:W3CDTF">2024-01-08T08:58:00Z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46100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